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B020E" w14:textId="689A2DD7" w:rsidR="00B619C9" w:rsidRPr="00D2295E" w:rsidRDefault="00402828" w:rsidP="00B619C9">
      <w:pPr>
        <w:rPr>
          <w:rFonts w:eastAsia="Times New Roman" w:cs="Times New Roman"/>
          <w:b/>
          <w:bCs/>
          <w:color w:val="595959" w:themeColor="text1" w:themeTint="A6"/>
          <w:sz w:val="44"/>
          <w:szCs w:val="44"/>
        </w:rPr>
      </w:pPr>
      <w:bookmarkStart w:id="0" w:name="_Toc514844113"/>
      <w:bookmarkStart w:id="1" w:name="_Toc514844351"/>
      <w:bookmarkStart w:id="2" w:name="_Toc514852214"/>
      <w:bookmarkStart w:id="3" w:name="_Toc516132378"/>
      <w:bookmarkStart w:id="4" w:name="_Toc519496219"/>
      <w:r w:rsidRPr="00D2295E">
        <w:rPr>
          <w:noProof/>
          <w:color w:val="595959" w:themeColor="text1" w:themeTint="A6"/>
          <w:sz w:val="44"/>
          <w:szCs w:val="44"/>
        </w:rPr>
        <w:drawing>
          <wp:anchor distT="0" distB="0" distL="114300" distR="114300" simplePos="0" relativeHeight="251659264" behindDoc="1" locked="0" layoutInCell="1" allowOverlap="1" wp14:anchorId="64BC6E6D" wp14:editId="77874B2F">
            <wp:simplePos x="0" y="0"/>
            <wp:positionH relativeFrom="column">
              <wp:posOffset>4327525</wp:posOffset>
            </wp:positionH>
            <wp:positionV relativeFrom="paragraph">
              <wp:posOffset>19685</wp:posOffset>
            </wp:positionV>
            <wp:extent cx="2490257" cy="495300"/>
            <wp:effectExtent l="0" t="0" r="5715" b="0"/>
            <wp:wrapNone/>
            <wp:docPr id="3" name="Picture 2">
              <a:hlinkClick xmlns:a="http://schemas.openxmlformats.org/drawingml/2006/main" r:id="rId6"/>
              <a:extLst xmlns:a="http://schemas.openxmlformats.org/drawingml/2006/main">
                <a:ext uri="{FF2B5EF4-FFF2-40B4-BE49-F238E27FC236}">
                  <a16:creationId xmlns:a16="http://schemas.microsoft.com/office/drawing/2014/main" id="{5578A7D4-C516-4441-92F1-0BFE0406A7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6"/>
                      <a:extLst>
                        <a:ext uri="{FF2B5EF4-FFF2-40B4-BE49-F238E27FC236}">
                          <a16:creationId xmlns:a16="http://schemas.microsoft.com/office/drawing/2014/main" id="{5578A7D4-C516-4441-92F1-0BFE0406A7AC}"/>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90257" cy="49530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Pr="00D2295E">
        <w:rPr>
          <w:b/>
          <w:color w:val="595959" w:themeColor="text1" w:themeTint="A6"/>
          <w:sz w:val="44"/>
          <w:szCs w:val="44"/>
        </w:rPr>
        <w:t>M</w:t>
      </w:r>
      <w:r w:rsidR="00B619C9" w:rsidRPr="00D2295E">
        <w:rPr>
          <w:b/>
          <w:color w:val="595959" w:themeColor="text1" w:themeTint="A6"/>
          <w:sz w:val="44"/>
          <w:szCs w:val="44"/>
        </w:rPr>
        <w:t xml:space="preserve">arketing Campaign </w:t>
      </w:r>
      <w:r w:rsidR="00B619C9" w:rsidRPr="00D2295E">
        <w:rPr>
          <w:b/>
          <w:color w:val="595959" w:themeColor="text1" w:themeTint="A6"/>
          <w:sz w:val="44"/>
          <w:szCs w:val="44"/>
        </w:rPr>
        <w:br/>
        <w:t>Creativ</w:t>
      </w:r>
      <w:r w:rsidR="00D2295E" w:rsidRPr="00D2295E">
        <w:rPr>
          <w:b/>
          <w:color w:val="595959" w:themeColor="text1" w:themeTint="A6"/>
          <w:sz w:val="44"/>
          <w:szCs w:val="44"/>
        </w:rPr>
        <w:t xml:space="preserve">e </w:t>
      </w:r>
      <w:r w:rsidR="00B619C9" w:rsidRPr="00D2295E">
        <w:rPr>
          <w:b/>
          <w:color w:val="595959" w:themeColor="text1" w:themeTint="A6"/>
          <w:sz w:val="44"/>
          <w:szCs w:val="44"/>
        </w:rPr>
        <w:t>Brief Template</w:t>
      </w:r>
    </w:p>
    <w:p w14:paraId="04BAAAC2" w14:textId="7DDD7C8D" w:rsidR="00551B77" w:rsidRDefault="00551B77">
      <w:pPr>
        <w:rPr>
          <w:rFonts w:eastAsia="Times New Roman" w:cs="Times New Roman"/>
          <w:b/>
          <w:bCs/>
          <w:color w:val="1A4A5E"/>
          <w:sz w:val="44"/>
          <w:szCs w:val="44"/>
        </w:rPr>
      </w:pPr>
    </w:p>
    <w:p w14:paraId="5FD36343" w14:textId="263B58C7" w:rsidR="00D2295E" w:rsidRPr="0030504C" w:rsidRDefault="0030504C">
      <w:pPr>
        <w:rPr>
          <w:bCs/>
          <w:color w:val="595959" w:themeColor="text1" w:themeTint="A6"/>
          <w:sz w:val="36"/>
        </w:rPr>
      </w:pPr>
      <w:r w:rsidRPr="0030504C">
        <w:rPr>
          <w:bCs/>
          <w:color w:val="595959" w:themeColor="text1" w:themeTint="A6"/>
          <w:sz w:val="36"/>
        </w:rPr>
        <w:t>CLIENT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0"/>
        <w:gridCol w:w="3239"/>
        <w:gridCol w:w="1711"/>
        <w:gridCol w:w="4220"/>
      </w:tblGrid>
      <w:tr w:rsidR="00402828" w14:paraId="2436717D" w14:textId="77777777" w:rsidTr="00FB382B">
        <w:trPr>
          <w:trHeight w:val="1296"/>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05EA4D21" w14:textId="77777777" w:rsidR="00402828" w:rsidRPr="00FB382B" w:rsidRDefault="00402828" w:rsidP="00402828">
            <w:pPr>
              <w:rPr>
                <w:b/>
                <w:bCs/>
                <w:sz w:val="18"/>
                <w:szCs w:val="22"/>
              </w:rPr>
            </w:pPr>
            <w:r w:rsidRPr="00FB382B">
              <w:rPr>
                <w:b/>
                <w:bCs/>
                <w:sz w:val="18"/>
                <w:szCs w:val="22"/>
              </w:rPr>
              <w:t>CAMPAIGN NAME</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089DAE5A" w14:textId="77777777" w:rsidR="00402828" w:rsidRPr="00FB382B" w:rsidRDefault="00402828" w:rsidP="00402828"/>
        </w:tc>
      </w:tr>
      <w:tr w:rsidR="00402828" w14:paraId="78387556" w14:textId="77777777" w:rsidTr="00FB382B">
        <w:trPr>
          <w:trHeight w:val="1296"/>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57AC8420" w14:textId="77777777" w:rsidR="00816809" w:rsidRPr="00FB382B" w:rsidRDefault="00402828" w:rsidP="00402828">
            <w:pPr>
              <w:rPr>
                <w:b/>
                <w:bCs/>
                <w:sz w:val="18"/>
                <w:szCs w:val="22"/>
              </w:rPr>
            </w:pPr>
            <w:r w:rsidRPr="00FB382B">
              <w:rPr>
                <w:b/>
                <w:bCs/>
                <w:sz w:val="18"/>
                <w:szCs w:val="22"/>
              </w:rPr>
              <w:t xml:space="preserve">CLIENT </w:t>
            </w:r>
          </w:p>
          <w:p w14:paraId="1055B6EA" w14:textId="77777777" w:rsidR="00402828" w:rsidRPr="00FB382B" w:rsidRDefault="00402828" w:rsidP="00402828">
            <w:pPr>
              <w:rPr>
                <w:b/>
                <w:bCs/>
              </w:rPr>
            </w:pPr>
            <w:r w:rsidRPr="00FB382B">
              <w:rPr>
                <w:b/>
                <w:bCs/>
                <w:sz w:val="18"/>
                <w:szCs w:val="22"/>
              </w:rPr>
              <w:t>NAME</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4356E914" w14:textId="77777777" w:rsidR="00402828" w:rsidRPr="00FB382B" w:rsidRDefault="00402828" w:rsidP="00402828"/>
        </w:tc>
      </w:tr>
      <w:tr w:rsidR="00402828" w14:paraId="04300247" w14:textId="77777777" w:rsidTr="00FB382B">
        <w:trPr>
          <w:trHeight w:val="1296"/>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28FA529D" w14:textId="77777777" w:rsidR="00402828" w:rsidRPr="00FB382B" w:rsidRDefault="00402828" w:rsidP="00402828">
            <w:pPr>
              <w:rPr>
                <w:b/>
                <w:bCs/>
              </w:rPr>
            </w:pPr>
            <w:r w:rsidRPr="00FB382B">
              <w:rPr>
                <w:b/>
                <w:bCs/>
                <w:sz w:val="18"/>
                <w:szCs w:val="22"/>
              </w:rPr>
              <w:t>BRAND</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264019F1" w14:textId="77777777" w:rsidR="00402828" w:rsidRPr="00FB382B" w:rsidRDefault="00402828" w:rsidP="00402828"/>
        </w:tc>
      </w:tr>
      <w:tr w:rsidR="00402828" w14:paraId="1DF94E2F" w14:textId="77777777" w:rsidTr="00FB382B">
        <w:trPr>
          <w:trHeight w:val="1296"/>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40D41B76" w14:textId="77777777" w:rsidR="00402828" w:rsidRPr="00FB382B" w:rsidRDefault="00402828" w:rsidP="00402828">
            <w:pPr>
              <w:rPr>
                <w:b/>
                <w:bCs/>
              </w:rPr>
            </w:pPr>
            <w:r w:rsidRPr="00FB382B">
              <w:rPr>
                <w:b/>
                <w:bCs/>
                <w:sz w:val="18"/>
                <w:szCs w:val="22"/>
              </w:rPr>
              <w:t>PRODUCT / SERVICE</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242E4427" w14:textId="77777777" w:rsidR="00402828" w:rsidRPr="00FB382B" w:rsidRDefault="00402828" w:rsidP="00402828"/>
        </w:tc>
      </w:tr>
      <w:tr w:rsidR="00402828" w14:paraId="28FB9537" w14:textId="77777777" w:rsidTr="00816809">
        <w:trPr>
          <w:trHeight w:val="288"/>
        </w:trPr>
        <w:tc>
          <w:tcPr>
            <w:tcW w:w="10780" w:type="dxa"/>
            <w:gridSpan w:val="4"/>
            <w:tcBorders>
              <w:top w:val="single" w:sz="8" w:space="0" w:color="BFBFBF" w:themeColor="background1" w:themeShade="BF"/>
              <w:bottom w:val="single" w:sz="8" w:space="0" w:color="BFBFBF" w:themeColor="background1" w:themeShade="BF"/>
            </w:tcBorders>
            <w:vAlign w:val="bottom"/>
          </w:tcPr>
          <w:p w14:paraId="17680EF1" w14:textId="77777777" w:rsidR="0030504C" w:rsidRPr="000C2B97" w:rsidRDefault="00402828" w:rsidP="00402828">
            <w:pPr>
              <w:ind w:left="-109"/>
              <w:rPr>
                <w:b/>
                <w:bCs/>
                <w:color w:val="595959" w:themeColor="text1" w:themeTint="A6"/>
                <w:sz w:val="18"/>
                <w:szCs w:val="22"/>
              </w:rPr>
            </w:pPr>
            <w:r w:rsidRPr="000C2B97">
              <w:rPr>
                <w:b/>
                <w:bCs/>
                <w:color w:val="595959" w:themeColor="text1" w:themeTint="A6"/>
                <w:sz w:val="18"/>
                <w:szCs w:val="22"/>
              </w:rPr>
              <w:t xml:space="preserve"> </w:t>
            </w:r>
          </w:p>
          <w:p w14:paraId="00391587" w14:textId="5BCB0ABE" w:rsidR="00402828" w:rsidRPr="000C2B97" w:rsidRDefault="00402828" w:rsidP="00402828">
            <w:pPr>
              <w:ind w:left="-109"/>
              <w:rPr>
                <w:color w:val="595959" w:themeColor="text1" w:themeTint="A6"/>
                <w:sz w:val="36"/>
                <w:szCs w:val="36"/>
              </w:rPr>
            </w:pPr>
            <w:r w:rsidRPr="000C2B97">
              <w:rPr>
                <w:color w:val="595959" w:themeColor="text1" w:themeTint="A6"/>
                <w:sz w:val="36"/>
                <w:szCs w:val="36"/>
              </w:rPr>
              <w:t>CONTACT INFO</w:t>
            </w:r>
          </w:p>
        </w:tc>
      </w:tr>
      <w:tr w:rsidR="00402828" w14:paraId="2EA5A7C7" w14:textId="77777777" w:rsidTr="00FB382B">
        <w:trPr>
          <w:trHeight w:val="1008"/>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AEEF3"/>
            <w:vAlign w:val="center"/>
          </w:tcPr>
          <w:p w14:paraId="56982929" w14:textId="77777777" w:rsidR="00402828" w:rsidRDefault="00402828" w:rsidP="00402828">
            <w:r>
              <w:rPr>
                <w:b/>
                <w:bCs/>
                <w:sz w:val="18"/>
                <w:szCs w:val="22"/>
              </w:rPr>
              <w:t>NAME</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266FEB61" w14:textId="77777777" w:rsidR="00402828" w:rsidRDefault="00402828" w:rsidP="00402828"/>
        </w:tc>
      </w:tr>
      <w:tr w:rsidR="00402828" w14:paraId="1FE3AED2" w14:textId="77777777" w:rsidTr="00FB382B">
        <w:trPr>
          <w:trHeight w:val="1008"/>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AEEF3"/>
            <w:vAlign w:val="center"/>
          </w:tcPr>
          <w:p w14:paraId="24225855" w14:textId="77777777" w:rsidR="00402828" w:rsidRDefault="00402828" w:rsidP="00402828">
            <w:r>
              <w:rPr>
                <w:b/>
                <w:bCs/>
                <w:sz w:val="18"/>
                <w:szCs w:val="22"/>
              </w:rPr>
              <w:t>PHONE</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4A382F4" w14:textId="77777777" w:rsidR="00402828" w:rsidRDefault="00402828" w:rsidP="00402828"/>
        </w:tc>
      </w:tr>
      <w:tr w:rsidR="00402828" w14:paraId="6AA3C60F" w14:textId="77777777" w:rsidTr="00FB382B">
        <w:trPr>
          <w:trHeight w:val="1008"/>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AEEF3"/>
            <w:vAlign w:val="center"/>
          </w:tcPr>
          <w:p w14:paraId="7CB68281" w14:textId="77777777" w:rsidR="00402828" w:rsidRDefault="00402828" w:rsidP="00402828">
            <w:r>
              <w:rPr>
                <w:b/>
                <w:bCs/>
                <w:sz w:val="18"/>
                <w:szCs w:val="22"/>
              </w:rPr>
              <w:t>EMAIL</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00B9955D" w14:textId="77777777" w:rsidR="00402828" w:rsidRDefault="00402828" w:rsidP="00402828"/>
        </w:tc>
      </w:tr>
      <w:tr w:rsidR="00402828" w14:paraId="14CCB9FE" w14:textId="77777777" w:rsidTr="00FB382B">
        <w:trPr>
          <w:trHeight w:val="1008"/>
        </w:trPr>
        <w:tc>
          <w:tcPr>
            <w:tcW w:w="16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AEEF3"/>
            <w:vAlign w:val="center"/>
          </w:tcPr>
          <w:p w14:paraId="27F20CE9" w14:textId="77777777" w:rsidR="00402828" w:rsidRDefault="00402828" w:rsidP="00402828">
            <w:pPr>
              <w:rPr>
                <w:b/>
                <w:bCs/>
                <w:sz w:val="18"/>
                <w:szCs w:val="22"/>
              </w:rPr>
            </w:pPr>
            <w:r>
              <w:rPr>
                <w:b/>
                <w:bCs/>
                <w:sz w:val="18"/>
                <w:szCs w:val="22"/>
              </w:rPr>
              <w:t>MAILING ADDRESS</w:t>
            </w:r>
          </w:p>
        </w:tc>
        <w:tc>
          <w:tcPr>
            <w:tcW w:w="9170"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0BE61553" w14:textId="77777777" w:rsidR="00402828" w:rsidRDefault="00402828" w:rsidP="00402828"/>
        </w:tc>
      </w:tr>
      <w:tr w:rsidR="00402828" w14:paraId="05D60FD0" w14:textId="77777777" w:rsidTr="00816809">
        <w:trPr>
          <w:trHeight w:val="288"/>
        </w:trPr>
        <w:tc>
          <w:tcPr>
            <w:tcW w:w="10780" w:type="dxa"/>
            <w:gridSpan w:val="4"/>
            <w:tcBorders>
              <w:top w:val="single" w:sz="8" w:space="0" w:color="BFBFBF" w:themeColor="background1" w:themeShade="BF"/>
              <w:bottom w:val="single" w:sz="8" w:space="0" w:color="BFBFBF" w:themeColor="background1" w:themeShade="BF"/>
            </w:tcBorders>
            <w:vAlign w:val="bottom"/>
          </w:tcPr>
          <w:p w14:paraId="22F8782F" w14:textId="77777777" w:rsidR="000C2B97" w:rsidRDefault="00402828" w:rsidP="00402828">
            <w:pPr>
              <w:ind w:left="-109"/>
              <w:rPr>
                <w:b/>
                <w:bCs/>
                <w:sz w:val="18"/>
                <w:szCs w:val="22"/>
              </w:rPr>
            </w:pPr>
            <w:r>
              <w:rPr>
                <w:b/>
                <w:bCs/>
                <w:sz w:val="18"/>
                <w:szCs w:val="22"/>
              </w:rPr>
              <w:t xml:space="preserve"> </w:t>
            </w:r>
          </w:p>
          <w:p w14:paraId="0D07F887" w14:textId="6ECF54E3" w:rsidR="00402828" w:rsidRPr="000C2B97" w:rsidRDefault="00402828" w:rsidP="00402828">
            <w:pPr>
              <w:ind w:left="-109"/>
              <w:rPr>
                <w:sz w:val="36"/>
                <w:szCs w:val="36"/>
              </w:rPr>
            </w:pPr>
            <w:r w:rsidRPr="000C2B97">
              <w:rPr>
                <w:color w:val="595959" w:themeColor="text1" w:themeTint="A6"/>
                <w:sz w:val="36"/>
                <w:szCs w:val="36"/>
              </w:rPr>
              <w:t>DOCUMENT INFO</w:t>
            </w:r>
          </w:p>
        </w:tc>
      </w:tr>
      <w:tr w:rsidR="00402828" w14:paraId="385FF9B4" w14:textId="77777777" w:rsidTr="00816809">
        <w:trPr>
          <w:trHeight w:val="576"/>
        </w:trPr>
        <w:tc>
          <w:tcPr>
            <w:tcW w:w="161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EAEEF3"/>
            <w:vAlign w:val="center"/>
          </w:tcPr>
          <w:p w14:paraId="00295DF5" w14:textId="77777777" w:rsidR="00402828" w:rsidRDefault="00402828" w:rsidP="00402828">
            <w:pPr>
              <w:jc w:val="right"/>
              <w:rPr>
                <w:b/>
                <w:bCs/>
                <w:sz w:val="18"/>
                <w:szCs w:val="22"/>
              </w:rPr>
            </w:pPr>
            <w:r>
              <w:rPr>
                <w:b/>
                <w:bCs/>
                <w:sz w:val="18"/>
                <w:szCs w:val="22"/>
              </w:rPr>
              <w:t>DATE</w:t>
            </w:r>
          </w:p>
        </w:tc>
        <w:tc>
          <w:tcPr>
            <w:tcW w:w="3239"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4E0626BE" w14:textId="77777777" w:rsidR="00402828" w:rsidRDefault="00402828" w:rsidP="00402828"/>
        </w:tc>
        <w:tc>
          <w:tcPr>
            <w:tcW w:w="1711"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EAEEF3"/>
            <w:vAlign w:val="center"/>
          </w:tcPr>
          <w:p w14:paraId="5D091D57" w14:textId="77777777" w:rsidR="00402828" w:rsidRPr="00402828" w:rsidRDefault="00402828" w:rsidP="00402828">
            <w:pPr>
              <w:jc w:val="right"/>
              <w:rPr>
                <w:b/>
                <w:bCs/>
                <w:sz w:val="18"/>
                <w:szCs w:val="22"/>
              </w:rPr>
            </w:pPr>
            <w:r w:rsidRPr="00402828">
              <w:rPr>
                <w:b/>
                <w:bCs/>
                <w:sz w:val="18"/>
                <w:szCs w:val="22"/>
              </w:rPr>
              <w:t>AUTHOR</w:t>
            </w:r>
          </w:p>
        </w:tc>
        <w:tc>
          <w:tcPr>
            <w:tcW w:w="422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41B7846C" w14:textId="77777777" w:rsidR="00402828" w:rsidRDefault="00402828" w:rsidP="00402828"/>
        </w:tc>
      </w:tr>
    </w:tbl>
    <w:p w14:paraId="29879648" w14:textId="77777777" w:rsidR="00402828" w:rsidRDefault="00402828"/>
    <w:p w14:paraId="44D5AAB6" w14:textId="77777777" w:rsidR="00402828" w:rsidRPr="00307976" w:rsidRDefault="00402828" w:rsidP="00402828">
      <w:pPr>
        <w:pStyle w:val="Heading1"/>
        <w:rPr>
          <w:color w:val="595959" w:themeColor="text1" w:themeTint="A6"/>
          <w:sz w:val="36"/>
          <w:szCs w:val="36"/>
        </w:rPr>
      </w:pPr>
      <w:r w:rsidRPr="00307976">
        <w:rPr>
          <w:color w:val="595959" w:themeColor="text1" w:themeTint="A6"/>
          <w:sz w:val="36"/>
          <w:szCs w:val="36"/>
        </w:rPr>
        <w:lastRenderedPageBreak/>
        <w:t>CAMPAIGN</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402828" w14:paraId="0F1EB49C" w14:textId="77777777" w:rsidTr="00816809">
        <w:trPr>
          <w:trHeight w:val="360"/>
        </w:trPr>
        <w:tc>
          <w:tcPr>
            <w:tcW w:w="10780" w:type="dxa"/>
            <w:tcBorders>
              <w:bottom w:val="single" w:sz="8" w:space="0" w:color="BFBFBF" w:themeColor="background1" w:themeShade="BF"/>
            </w:tcBorders>
            <w:vAlign w:val="center"/>
          </w:tcPr>
          <w:p w14:paraId="5402EBD9" w14:textId="77777777" w:rsidR="00402828" w:rsidRPr="00402828" w:rsidRDefault="00402828" w:rsidP="00402828">
            <w:pPr>
              <w:ind w:left="-19"/>
              <w:rPr>
                <w:b/>
                <w:bCs/>
                <w:sz w:val="18"/>
                <w:szCs w:val="22"/>
              </w:rPr>
            </w:pPr>
            <w:r w:rsidRPr="00402828">
              <w:rPr>
                <w:b/>
                <w:bCs/>
              </w:rPr>
              <w:t>PURPOSE</w:t>
            </w:r>
            <w:r>
              <w:rPr>
                <w:b/>
                <w:bCs/>
              </w:rPr>
              <w:t xml:space="preserve">   |  </w:t>
            </w:r>
            <w:r w:rsidR="004557CE">
              <w:rPr>
                <w:sz w:val="18"/>
                <w:szCs w:val="22"/>
              </w:rPr>
              <w:t>W</w:t>
            </w:r>
            <w:r w:rsidRPr="00402828">
              <w:rPr>
                <w:sz w:val="18"/>
                <w:szCs w:val="22"/>
              </w:rPr>
              <w:t>hy?</w:t>
            </w:r>
          </w:p>
        </w:tc>
      </w:tr>
      <w:tr w:rsidR="00402828" w14:paraId="270B6827" w14:textId="77777777" w:rsidTr="00CE45D0">
        <w:trPr>
          <w:trHeight w:val="4849"/>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80370CE" w14:textId="77777777" w:rsidR="00402828" w:rsidRPr="00402828" w:rsidRDefault="00402828" w:rsidP="00471FED"/>
        </w:tc>
      </w:tr>
    </w:tbl>
    <w:p w14:paraId="7BA7676C" w14:textId="77777777" w:rsidR="00402828" w:rsidRDefault="00402828"/>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402828" w14:paraId="4EAE3DB5" w14:textId="77777777" w:rsidTr="00816809">
        <w:trPr>
          <w:trHeight w:val="360"/>
        </w:trPr>
        <w:tc>
          <w:tcPr>
            <w:tcW w:w="10780" w:type="dxa"/>
            <w:tcBorders>
              <w:bottom w:val="single" w:sz="8" w:space="0" w:color="BFBFBF" w:themeColor="background1" w:themeShade="BF"/>
            </w:tcBorders>
            <w:vAlign w:val="center"/>
          </w:tcPr>
          <w:p w14:paraId="60379078" w14:textId="77777777" w:rsidR="00402828" w:rsidRPr="00402828" w:rsidRDefault="00402828" w:rsidP="00471FED">
            <w:pPr>
              <w:ind w:left="-19"/>
              <w:rPr>
                <w:b/>
                <w:bCs/>
                <w:sz w:val="18"/>
                <w:szCs w:val="22"/>
              </w:rPr>
            </w:pPr>
            <w:r>
              <w:rPr>
                <w:b/>
                <w:bCs/>
              </w:rPr>
              <w:t xml:space="preserve">OPPORTUNITY   |  </w:t>
            </w:r>
            <w:r w:rsidR="004557CE">
              <w:rPr>
                <w:sz w:val="18"/>
                <w:szCs w:val="22"/>
              </w:rPr>
              <w:t>U</w:t>
            </w:r>
            <w:r w:rsidRPr="00402828">
              <w:rPr>
                <w:sz w:val="18"/>
                <w:szCs w:val="22"/>
              </w:rPr>
              <w:t>ltimate impact?</w:t>
            </w:r>
          </w:p>
        </w:tc>
      </w:tr>
      <w:tr w:rsidR="00402828" w14:paraId="5821E89A" w14:textId="77777777" w:rsidTr="00CE45D0">
        <w:trPr>
          <w:trHeight w:val="6073"/>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D823B19" w14:textId="77777777" w:rsidR="00402828" w:rsidRPr="00402828" w:rsidRDefault="00402828" w:rsidP="00471FED"/>
        </w:tc>
      </w:tr>
    </w:tbl>
    <w:p w14:paraId="27E53077" w14:textId="77777777" w:rsidR="00402828" w:rsidRDefault="00402828">
      <w:pPr>
        <w:sectPr w:rsidR="00402828" w:rsidSect="005D3360">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pPr>
    </w:p>
    <w:p w14:paraId="1E811AE0" w14:textId="77777777" w:rsidR="00402828" w:rsidRPr="00307976" w:rsidRDefault="00957707" w:rsidP="00402828">
      <w:pPr>
        <w:pStyle w:val="Heading1"/>
        <w:rPr>
          <w:color w:val="595959" w:themeColor="text1" w:themeTint="A6"/>
          <w:sz w:val="36"/>
          <w:szCs w:val="36"/>
        </w:rPr>
      </w:pPr>
      <w:r w:rsidRPr="00307976">
        <w:rPr>
          <w:color w:val="595959" w:themeColor="text1" w:themeTint="A6"/>
          <w:sz w:val="36"/>
          <w:szCs w:val="36"/>
        </w:rPr>
        <w:lastRenderedPageBreak/>
        <w:t>ELEMENTS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402828" w14:paraId="062D1222" w14:textId="77777777" w:rsidTr="004016BB">
        <w:trPr>
          <w:trHeight w:val="360"/>
        </w:trPr>
        <w:tc>
          <w:tcPr>
            <w:tcW w:w="10780" w:type="dxa"/>
            <w:tcBorders>
              <w:bottom w:val="single" w:sz="8" w:space="0" w:color="BFBFBF" w:themeColor="background1" w:themeShade="BF"/>
            </w:tcBorders>
            <w:vAlign w:val="center"/>
          </w:tcPr>
          <w:p w14:paraId="59F0CE74" w14:textId="77777777" w:rsidR="00402828" w:rsidRPr="00402828" w:rsidRDefault="004557CE" w:rsidP="00471FED">
            <w:pPr>
              <w:ind w:left="-19"/>
              <w:rPr>
                <w:b/>
                <w:bCs/>
                <w:sz w:val="18"/>
                <w:szCs w:val="22"/>
              </w:rPr>
            </w:pPr>
            <w:r>
              <w:rPr>
                <w:sz w:val="18"/>
                <w:szCs w:val="22"/>
              </w:rPr>
              <w:t>W</w:t>
            </w:r>
            <w:r w:rsidR="00402828" w:rsidRPr="00402828">
              <w:rPr>
                <w:sz w:val="18"/>
                <w:szCs w:val="22"/>
              </w:rPr>
              <w:t>hat are the fundamental components of the campaign?</w:t>
            </w:r>
          </w:p>
        </w:tc>
      </w:tr>
      <w:tr w:rsidR="00402828" w14:paraId="234FCDBB" w14:textId="77777777" w:rsidTr="00FB382B">
        <w:trPr>
          <w:trHeight w:val="221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A1D5B9A" w14:textId="77777777" w:rsidR="00402828" w:rsidRPr="00402828" w:rsidRDefault="00402828" w:rsidP="00471FED"/>
        </w:tc>
      </w:tr>
    </w:tbl>
    <w:p w14:paraId="47944DE8" w14:textId="77777777" w:rsidR="00402828" w:rsidRDefault="00402828" w:rsidP="00402828"/>
    <w:p w14:paraId="1F7DA85B" w14:textId="77777777" w:rsidR="00957707" w:rsidRPr="00C4299B" w:rsidRDefault="00957707" w:rsidP="00957707">
      <w:pPr>
        <w:pStyle w:val="Heading1"/>
        <w:rPr>
          <w:color w:val="595959" w:themeColor="text1" w:themeTint="A6"/>
          <w:sz w:val="36"/>
          <w:szCs w:val="36"/>
        </w:rPr>
      </w:pPr>
      <w:r w:rsidRPr="00C4299B">
        <w:rPr>
          <w:color w:val="595959" w:themeColor="text1" w:themeTint="A6"/>
          <w:sz w:val="36"/>
          <w:szCs w:val="36"/>
        </w:rPr>
        <w:t>OBJECTIVE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4016BB" w14:paraId="36663A11" w14:textId="77777777" w:rsidTr="00471FED">
        <w:trPr>
          <w:trHeight w:val="360"/>
        </w:trPr>
        <w:tc>
          <w:tcPr>
            <w:tcW w:w="10780" w:type="dxa"/>
            <w:tcBorders>
              <w:bottom w:val="single" w:sz="8" w:space="0" w:color="BFBFBF" w:themeColor="background1" w:themeShade="BF"/>
            </w:tcBorders>
            <w:vAlign w:val="center"/>
          </w:tcPr>
          <w:p w14:paraId="32B07431" w14:textId="77777777" w:rsidR="004016BB" w:rsidRPr="00402828" w:rsidRDefault="004557CE" w:rsidP="00471FED">
            <w:pPr>
              <w:ind w:left="-19"/>
              <w:rPr>
                <w:b/>
                <w:bCs/>
                <w:sz w:val="18"/>
                <w:szCs w:val="22"/>
              </w:rPr>
            </w:pPr>
            <w:r>
              <w:rPr>
                <w:sz w:val="18"/>
                <w:szCs w:val="22"/>
              </w:rPr>
              <w:t>Wh</w:t>
            </w:r>
            <w:r w:rsidR="004016BB" w:rsidRPr="00402828">
              <w:rPr>
                <w:sz w:val="18"/>
                <w:szCs w:val="22"/>
              </w:rPr>
              <w:t xml:space="preserve">at </w:t>
            </w:r>
            <w:r w:rsidR="004016BB">
              <w:rPr>
                <w:sz w:val="18"/>
                <w:szCs w:val="22"/>
              </w:rPr>
              <w:t>does the campaign work to achieve</w:t>
            </w:r>
            <w:r w:rsidR="004016BB" w:rsidRPr="00402828">
              <w:rPr>
                <w:sz w:val="18"/>
                <w:szCs w:val="22"/>
              </w:rPr>
              <w:t>?</w:t>
            </w:r>
          </w:p>
        </w:tc>
      </w:tr>
      <w:tr w:rsidR="004016BB" w14:paraId="2D8BA6E0" w14:textId="77777777" w:rsidTr="00957707">
        <w:trPr>
          <w:trHeight w:val="259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ACE75D8" w14:textId="77777777" w:rsidR="004016BB" w:rsidRPr="00402828" w:rsidRDefault="004016BB" w:rsidP="00471FED"/>
        </w:tc>
      </w:tr>
    </w:tbl>
    <w:p w14:paraId="618DBD2F" w14:textId="77777777" w:rsidR="004016BB" w:rsidRDefault="004016BB" w:rsidP="004016BB"/>
    <w:p w14:paraId="159F9DCD" w14:textId="77777777" w:rsidR="00092ADD" w:rsidRPr="00C4299B" w:rsidRDefault="00092ADD" w:rsidP="00092ADD">
      <w:pPr>
        <w:pStyle w:val="Heading1"/>
        <w:rPr>
          <w:color w:val="595959" w:themeColor="text1" w:themeTint="A6"/>
          <w:sz w:val="36"/>
          <w:szCs w:val="36"/>
        </w:rPr>
      </w:pPr>
      <w:r w:rsidRPr="00C4299B">
        <w:rPr>
          <w:color w:val="595959" w:themeColor="text1" w:themeTint="A6"/>
          <w:sz w:val="36"/>
          <w:szCs w:val="36"/>
        </w:rPr>
        <w:t>TARGET AUDIENCE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4016BB" w14:paraId="61C66C6B" w14:textId="77777777" w:rsidTr="00471FED">
        <w:trPr>
          <w:trHeight w:val="360"/>
        </w:trPr>
        <w:tc>
          <w:tcPr>
            <w:tcW w:w="10780" w:type="dxa"/>
            <w:tcBorders>
              <w:bottom w:val="single" w:sz="8" w:space="0" w:color="BFBFBF" w:themeColor="background1" w:themeShade="BF"/>
            </w:tcBorders>
            <w:vAlign w:val="center"/>
          </w:tcPr>
          <w:p w14:paraId="27758044" w14:textId="77777777" w:rsidR="004016BB" w:rsidRPr="00402828" w:rsidRDefault="004016BB" w:rsidP="00471FED">
            <w:pPr>
              <w:ind w:left="-19"/>
              <w:rPr>
                <w:b/>
                <w:bCs/>
                <w:sz w:val="18"/>
                <w:szCs w:val="22"/>
              </w:rPr>
            </w:pPr>
            <w:r>
              <w:rPr>
                <w:b/>
                <w:bCs/>
              </w:rPr>
              <w:t xml:space="preserve">CAMPAIGN TARGET  |  </w:t>
            </w:r>
            <w:r w:rsidR="004557CE">
              <w:rPr>
                <w:sz w:val="18"/>
                <w:szCs w:val="22"/>
              </w:rPr>
              <w:t>W</w:t>
            </w:r>
            <w:r>
              <w:rPr>
                <w:sz w:val="18"/>
                <w:szCs w:val="22"/>
              </w:rPr>
              <w:t>ho are we trying to reach</w:t>
            </w:r>
            <w:r w:rsidRPr="00402828">
              <w:rPr>
                <w:sz w:val="18"/>
                <w:szCs w:val="22"/>
              </w:rPr>
              <w:t>?</w:t>
            </w:r>
          </w:p>
        </w:tc>
      </w:tr>
      <w:tr w:rsidR="004016BB" w14:paraId="1922AAF7" w14:textId="77777777" w:rsidTr="00C4299B">
        <w:trPr>
          <w:trHeight w:val="1870"/>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43A3C29" w14:textId="77777777" w:rsidR="004016BB" w:rsidRPr="00402828" w:rsidRDefault="004016BB" w:rsidP="00471FED"/>
        </w:tc>
      </w:tr>
    </w:tbl>
    <w:p w14:paraId="620596CD" w14:textId="77777777" w:rsidR="004016BB" w:rsidRDefault="004016BB" w:rsidP="004016BB"/>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957707" w14:paraId="74CD3B4C" w14:textId="77777777" w:rsidTr="00471FED">
        <w:trPr>
          <w:trHeight w:val="360"/>
        </w:trPr>
        <w:tc>
          <w:tcPr>
            <w:tcW w:w="10780" w:type="dxa"/>
            <w:tcBorders>
              <w:bottom w:val="single" w:sz="8" w:space="0" w:color="BFBFBF" w:themeColor="background1" w:themeShade="BF"/>
            </w:tcBorders>
            <w:vAlign w:val="center"/>
          </w:tcPr>
          <w:p w14:paraId="0B7724D8" w14:textId="77777777" w:rsidR="00957707" w:rsidRPr="00402828" w:rsidRDefault="00957707" w:rsidP="00471FED">
            <w:pPr>
              <w:ind w:left="-19"/>
              <w:rPr>
                <w:b/>
                <w:bCs/>
                <w:sz w:val="18"/>
                <w:szCs w:val="22"/>
              </w:rPr>
            </w:pPr>
            <w:r>
              <w:rPr>
                <w:b/>
                <w:bCs/>
              </w:rPr>
              <w:t xml:space="preserve">BRAND TARGET  |  </w:t>
            </w:r>
            <w:r w:rsidR="004557CE">
              <w:rPr>
                <w:sz w:val="18"/>
                <w:szCs w:val="22"/>
              </w:rPr>
              <w:t>W</w:t>
            </w:r>
            <w:r>
              <w:rPr>
                <w:sz w:val="18"/>
                <w:szCs w:val="22"/>
              </w:rPr>
              <w:t>ho does the brand speak to</w:t>
            </w:r>
            <w:r w:rsidRPr="00402828">
              <w:rPr>
                <w:sz w:val="18"/>
                <w:szCs w:val="22"/>
              </w:rPr>
              <w:t>?</w:t>
            </w:r>
          </w:p>
        </w:tc>
      </w:tr>
      <w:tr w:rsidR="00957707" w14:paraId="4DDCE4CC" w14:textId="77777777" w:rsidTr="00957707">
        <w:trPr>
          <w:trHeight w:val="2304"/>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068C1BB" w14:textId="77777777" w:rsidR="00957707" w:rsidRPr="00402828" w:rsidRDefault="00957707" w:rsidP="00471FED"/>
        </w:tc>
      </w:tr>
    </w:tbl>
    <w:p w14:paraId="2E4232FD" w14:textId="77777777" w:rsidR="004016BB" w:rsidRDefault="004016BB" w:rsidP="004016BB"/>
    <w:p w14:paraId="3CAAE3B6" w14:textId="77777777" w:rsidR="00957707" w:rsidRPr="00C4299B" w:rsidRDefault="00957707" w:rsidP="00957707">
      <w:pPr>
        <w:pStyle w:val="Heading1"/>
        <w:rPr>
          <w:color w:val="595959" w:themeColor="text1" w:themeTint="A6"/>
          <w:sz w:val="36"/>
          <w:szCs w:val="36"/>
        </w:rPr>
      </w:pPr>
      <w:r w:rsidRPr="00C4299B">
        <w:rPr>
          <w:color w:val="595959" w:themeColor="text1" w:themeTint="A6"/>
          <w:sz w:val="36"/>
          <w:szCs w:val="36"/>
        </w:rPr>
        <w:lastRenderedPageBreak/>
        <w:t>RESOURCES AND BUDGET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0"/>
        <w:gridCol w:w="4950"/>
        <w:gridCol w:w="3500"/>
      </w:tblGrid>
      <w:tr w:rsidR="00957707" w14:paraId="0D580402" w14:textId="77777777" w:rsidTr="00957707">
        <w:trPr>
          <w:trHeight w:val="432"/>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14:paraId="02EE81C1" w14:textId="77777777" w:rsidR="00957707" w:rsidRPr="00957707" w:rsidRDefault="00957707" w:rsidP="00471FED">
            <w:pPr>
              <w:rPr>
                <w:b/>
                <w:bCs/>
                <w:sz w:val="18"/>
                <w:szCs w:val="22"/>
              </w:rPr>
            </w:pPr>
            <w:r w:rsidRPr="00957707">
              <w:rPr>
                <w:b/>
                <w:bCs/>
                <w:sz w:val="18"/>
                <w:szCs w:val="22"/>
              </w:rPr>
              <w:t>RESOURCE</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14:paraId="12F48B47" w14:textId="77777777" w:rsidR="00957707" w:rsidRPr="00957707" w:rsidRDefault="00957707" w:rsidP="00471FED">
            <w:pPr>
              <w:rPr>
                <w:b/>
                <w:bCs/>
                <w:sz w:val="18"/>
                <w:szCs w:val="22"/>
              </w:rPr>
            </w:pPr>
            <w:r w:rsidRPr="00957707">
              <w:rPr>
                <w:b/>
                <w:bCs/>
                <w:sz w:val="18"/>
                <w:szCs w:val="22"/>
              </w:rPr>
              <w:t>DESCRIPTION</w:t>
            </w:r>
          </w:p>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14:paraId="4A8FE52E" w14:textId="77777777" w:rsidR="00957707" w:rsidRPr="00957707" w:rsidRDefault="00957707" w:rsidP="00471FED">
            <w:pPr>
              <w:rPr>
                <w:b/>
                <w:bCs/>
                <w:sz w:val="18"/>
                <w:szCs w:val="22"/>
              </w:rPr>
            </w:pPr>
            <w:r w:rsidRPr="00957707">
              <w:rPr>
                <w:b/>
                <w:bCs/>
                <w:sz w:val="18"/>
                <w:szCs w:val="22"/>
              </w:rPr>
              <w:t>BUDGET</w:t>
            </w:r>
          </w:p>
        </w:tc>
      </w:tr>
      <w:tr w:rsidR="00957707" w14:paraId="6826478B" w14:textId="77777777" w:rsidTr="00957707">
        <w:trPr>
          <w:trHeight w:val="1296"/>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049E8298" w14:textId="77777777" w:rsidR="00957707" w:rsidRPr="00402828" w:rsidRDefault="00957707" w:rsidP="00471FED">
            <w:r>
              <w:t>People</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5004A7BB"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5DA398B5" w14:textId="77777777" w:rsidR="00957707" w:rsidRPr="00402828" w:rsidRDefault="00957707" w:rsidP="00471FED"/>
        </w:tc>
      </w:tr>
      <w:tr w:rsidR="00957707" w14:paraId="5A8D72FB" w14:textId="77777777" w:rsidTr="00957707">
        <w:trPr>
          <w:trHeight w:val="1296"/>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1F93A000" w14:textId="77777777" w:rsidR="00957707" w:rsidRPr="00402828" w:rsidRDefault="00957707" w:rsidP="00471FED">
            <w:r>
              <w:t>Tools</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7D6DE72E"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7C4ABEFA" w14:textId="77777777" w:rsidR="00957707" w:rsidRPr="00402828" w:rsidRDefault="00957707" w:rsidP="00471FED"/>
        </w:tc>
      </w:tr>
      <w:tr w:rsidR="00957707" w14:paraId="3A005F5B" w14:textId="77777777" w:rsidTr="00957707">
        <w:trPr>
          <w:trHeight w:val="1296"/>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7F80F241" w14:textId="77777777" w:rsidR="00957707" w:rsidRPr="00402828" w:rsidRDefault="00957707" w:rsidP="00471FED">
            <w:r>
              <w:t>Other</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10DA971C"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2CE3CB70" w14:textId="77777777" w:rsidR="00957707" w:rsidRPr="00402828" w:rsidRDefault="00957707" w:rsidP="00471FED"/>
        </w:tc>
      </w:tr>
      <w:tr w:rsidR="00957707" w14:paraId="7E08D935" w14:textId="77777777" w:rsidTr="00957707">
        <w:trPr>
          <w:trHeight w:val="1296"/>
        </w:trPr>
        <w:tc>
          <w:tcPr>
            <w:tcW w:w="233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2F2F2" w:themeFill="background1" w:themeFillShade="F2"/>
            <w:vAlign w:val="center"/>
          </w:tcPr>
          <w:p w14:paraId="3B56ED77" w14:textId="77777777" w:rsidR="00957707" w:rsidRPr="00402828" w:rsidRDefault="00957707" w:rsidP="00471FED">
            <w:r>
              <w:t>Other</w:t>
            </w:r>
          </w:p>
        </w:tc>
        <w:tc>
          <w:tcPr>
            <w:tcW w:w="495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0E0CC0B"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B00855C" w14:textId="77777777" w:rsidR="00957707" w:rsidRPr="00402828" w:rsidRDefault="00957707" w:rsidP="00471FED"/>
        </w:tc>
      </w:tr>
    </w:tbl>
    <w:p w14:paraId="3481CEB3" w14:textId="77777777" w:rsidR="00957707" w:rsidRDefault="00957707" w:rsidP="00957707"/>
    <w:p w14:paraId="72E37A06" w14:textId="77777777" w:rsidR="00957707" w:rsidRPr="00C4299B" w:rsidRDefault="00957707" w:rsidP="00957707">
      <w:pPr>
        <w:pStyle w:val="Heading1"/>
        <w:rPr>
          <w:color w:val="595959" w:themeColor="text1" w:themeTint="A6"/>
          <w:sz w:val="36"/>
          <w:szCs w:val="36"/>
        </w:rPr>
      </w:pPr>
      <w:r w:rsidRPr="00C4299B">
        <w:rPr>
          <w:color w:val="595959" w:themeColor="text1" w:themeTint="A6"/>
          <w:sz w:val="36"/>
          <w:szCs w:val="36"/>
        </w:rPr>
        <w:t>ATTITUDE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957707" w14:paraId="27416415" w14:textId="77777777" w:rsidTr="00471FED">
        <w:trPr>
          <w:trHeight w:val="360"/>
        </w:trPr>
        <w:tc>
          <w:tcPr>
            <w:tcW w:w="10780" w:type="dxa"/>
            <w:tcBorders>
              <w:bottom w:val="single" w:sz="8" w:space="0" w:color="BFBFBF" w:themeColor="background1" w:themeShade="BF"/>
            </w:tcBorders>
            <w:vAlign w:val="center"/>
          </w:tcPr>
          <w:p w14:paraId="1BCD1F95" w14:textId="77777777" w:rsidR="00957707" w:rsidRPr="00402828" w:rsidRDefault="00957707" w:rsidP="00471FED">
            <w:pPr>
              <w:ind w:left="-19"/>
              <w:rPr>
                <w:b/>
                <w:bCs/>
                <w:sz w:val="18"/>
                <w:szCs w:val="22"/>
              </w:rPr>
            </w:pPr>
            <w:r>
              <w:rPr>
                <w:b/>
                <w:bCs/>
              </w:rPr>
              <w:t xml:space="preserve">CAMPAIGN TONE  |  </w:t>
            </w:r>
            <w:r w:rsidR="004557CE">
              <w:rPr>
                <w:sz w:val="18"/>
                <w:szCs w:val="22"/>
              </w:rPr>
              <w:t>W</w:t>
            </w:r>
            <w:r>
              <w:rPr>
                <w:sz w:val="18"/>
                <w:szCs w:val="22"/>
              </w:rPr>
              <w:t>hat traits are we trying to convey</w:t>
            </w:r>
            <w:r w:rsidRPr="00402828">
              <w:rPr>
                <w:sz w:val="18"/>
                <w:szCs w:val="22"/>
              </w:rPr>
              <w:t>?</w:t>
            </w:r>
          </w:p>
        </w:tc>
      </w:tr>
      <w:tr w:rsidR="00957707" w14:paraId="02563267" w14:textId="77777777" w:rsidTr="00CE45D0">
        <w:trPr>
          <w:trHeight w:val="248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2A94203" w14:textId="77777777" w:rsidR="00957707" w:rsidRPr="00402828" w:rsidRDefault="00957707" w:rsidP="00471FED"/>
        </w:tc>
      </w:tr>
    </w:tbl>
    <w:p w14:paraId="3FD84D92" w14:textId="77777777" w:rsidR="00957707" w:rsidRDefault="00957707" w:rsidP="00957707"/>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957707" w14:paraId="5FC2CDB1" w14:textId="77777777" w:rsidTr="00471FED">
        <w:trPr>
          <w:trHeight w:val="360"/>
        </w:trPr>
        <w:tc>
          <w:tcPr>
            <w:tcW w:w="10780" w:type="dxa"/>
            <w:tcBorders>
              <w:bottom w:val="single" w:sz="8" w:space="0" w:color="BFBFBF" w:themeColor="background1" w:themeShade="BF"/>
            </w:tcBorders>
            <w:vAlign w:val="center"/>
          </w:tcPr>
          <w:p w14:paraId="68249DB3" w14:textId="77777777" w:rsidR="00957707" w:rsidRPr="00402828" w:rsidRDefault="00957707" w:rsidP="00471FED">
            <w:pPr>
              <w:ind w:left="-19"/>
              <w:rPr>
                <w:b/>
                <w:bCs/>
                <w:sz w:val="18"/>
                <w:szCs w:val="22"/>
              </w:rPr>
            </w:pPr>
            <w:r>
              <w:rPr>
                <w:b/>
                <w:bCs/>
              </w:rPr>
              <w:t xml:space="preserve">BRAND PERSONALITY  |  </w:t>
            </w:r>
            <w:r w:rsidR="004557CE">
              <w:rPr>
                <w:sz w:val="18"/>
                <w:szCs w:val="22"/>
              </w:rPr>
              <w:t>W</w:t>
            </w:r>
            <w:r>
              <w:rPr>
                <w:sz w:val="18"/>
                <w:szCs w:val="22"/>
              </w:rPr>
              <w:t>hat characteristics define the brand</w:t>
            </w:r>
            <w:r w:rsidRPr="00402828">
              <w:rPr>
                <w:sz w:val="18"/>
                <w:szCs w:val="22"/>
              </w:rPr>
              <w:t>?</w:t>
            </w:r>
          </w:p>
        </w:tc>
      </w:tr>
      <w:tr w:rsidR="00957707" w14:paraId="4813C769" w14:textId="77777777" w:rsidTr="00957707">
        <w:trPr>
          <w:trHeight w:val="2880"/>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F59EE32" w14:textId="77777777" w:rsidR="00957707" w:rsidRPr="00402828" w:rsidRDefault="00957707" w:rsidP="00471FED"/>
        </w:tc>
      </w:tr>
    </w:tbl>
    <w:p w14:paraId="39D5D96B" w14:textId="77777777" w:rsidR="00957707" w:rsidRDefault="00957707" w:rsidP="00957707"/>
    <w:p w14:paraId="5C02A247" w14:textId="77777777" w:rsidR="00957707" w:rsidRPr="00C4299B" w:rsidRDefault="00957707" w:rsidP="00957707">
      <w:pPr>
        <w:pStyle w:val="Heading1"/>
        <w:rPr>
          <w:color w:val="595959" w:themeColor="text1" w:themeTint="A6"/>
          <w:sz w:val="36"/>
          <w:szCs w:val="36"/>
        </w:rPr>
      </w:pPr>
      <w:r w:rsidRPr="00C4299B">
        <w:rPr>
          <w:color w:val="595959" w:themeColor="text1" w:themeTint="A6"/>
          <w:sz w:val="36"/>
          <w:szCs w:val="36"/>
        </w:rPr>
        <w:t>MESSAGE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957707" w14:paraId="01B7DC0C" w14:textId="77777777" w:rsidTr="00471FED">
        <w:trPr>
          <w:trHeight w:val="360"/>
        </w:trPr>
        <w:tc>
          <w:tcPr>
            <w:tcW w:w="10780" w:type="dxa"/>
            <w:tcBorders>
              <w:bottom w:val="single" w:sz="8" w:space="0" w:color="BFBFBF" w:themeColor="background1" w:themeShade="BF"/>
            </w:tcBorders>
            <w:vAlign w:val="center"/>
          </w:tcPr>
          <w:p w14:paraId="6C1877C6" w14:textId="77777777" w:rsidR="00957707" w:rsidRPr="00402828" w:rsidRDefault="00957707" w:rsidP="00471FED">
            <w:pPr>
              <w:ind w:left="-19"/>
              <w:rPr>
                <w:b/>
                <w:bCs/>
                <w:sz w:val="18"/>
                <w:szCs w:val="22"/>
              </w:rPr>
            </w:pPr>
            <w:r>
              <w:rPr>
                <w:b/>
                <w:bCs/>
              </w:rPr>
              <w:t xml:space="preserve">THE TAKEAWAY  |  </w:t>
            </w:r>
            <w:r w:rsidR="004557CE">
              <w:rPr>
                <w:sz w:val="18"/>
                <w:szCs w:val="22"/>
              </w:rPr>
              <w:t xml:space="preserve">What is the key idea to </w:t>
            </w:r>
            <w:r>
              <w:rPr>
                <w:sz w:val="18"/>
                <w:szCs w:val="22"/>
              </w:rPr>
              <w:t>rem</w:t>
            </w:r>
            <w:r w:rsidR="00FA67BA">
              <w:rPr>
                <w:sz w:val="18"/>
                <w:szCs w:val="22"/>
              </w:rPr>
              <w:t>em</w:t>
            </w:r>
            <w:r w:rsidR="004557CE">
              <w:rPr>
                <w:sz w:val="18"/>
                <w:szCs w:val="22"/>
              </w:rPr>
              <w:t>ber</w:t>
            </w:r>
            <w:r w:rsidRPr="00402828">
              <w:rPr>
                <w:sz w:val="18"/>
                <w:szCs w:val="22"/>
              </w:rPr>
              <w:t>?</w:t>
            </w:r>
          </w:p>
        </w:tc>
      </w:tr>
      <w:tr w:rsidR="00957707" w14:paraId="5088C8A0" w14:textId="77777777" w:rsidTr="00816809">
        <w:trPr>
          <w:trHeight w:val="1584"/>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581683E" w14:textId="77777777" w:rsidR="00957707" w:rsidRPr="00402828" w:rsidRDefault="00957707" w:rsidP="00471FED"/>
        </w:tc>
      </w:tr>
    </w:tbl>
    <w:p w14:paraId="2A857224" w14:textId="77777777" w:rsidR="00957707" w:rsidRDefault="00957707" w:rsidP="00957707"/>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957707" w14:paraId="199F2BF2" w14:textId="77777777" w:rsidTr="00471FED">
        <w:trPr>
          <w:trHeight w:val="360"/>
        </w:trPr>
        <w:tc>
          <w:tcPr>
            <w:tcW w:w="10780" w:type="dxa"/>
            <w:tcBorders>
              <w:bottom w:val="single" w:sz="8" w:space="0" w:color="BFBFBF" w:themeColor="background1" w:themeShade="BF"/>
            </w:tcBorders>
            <w:vAlign w:val="center"/>
          </w:tcPr>
          <w:p w14:paraId="5C789955" w14:textId="77777777" w:rsidR="00957707" w:rsidRPr="00402828" w:rsidRDefault="00957707" w:rsidP="00471FED">
            <w:pPr>
              <w:ind w:left="-19"/>
              <w:rPr>
                <w:b/>
                <w:bCs/>
                <w:sz w:val="18"/>
                <w:szCs w:val="22"/>
              </w:rPr>
            </w:pPr>
            <w:r>
              <w:rPr>
                <w:b/>
                <w:bCs/>
              </w:rPr>
              <w:t xml:space="preserve">TAG LINE  |  </w:t>
            </w:r>
            <w:r w:rsidR="004557CE">
              <w:rPr>
                <w:sz w:val="18"/>
                <w:szCs w:val="22"/>
              </w:rPr>
              <w:t>P</w:t>
            </w:r>
            <w:r>
              <w:rPr>
                <w:sz w:val="18"/>
                <w:szCs w:val="22"/>
              </w:rPr>
              <w:t>repared copy, key words, or theme</w:t>
            </w:r>
          </w:p>
        </w:tc>
      </w:tr>
      <w:tr w:rsidR="00957707" w14:paraId="782FF603" w14:textId="77777777" w:rsidTr="00816809">
        <w:trPr>
          <w:trHeight w:val="1584"/>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A65A322" w14:textId="77777777" w:rsidR="00957707" w:rsidRPr="00402828" w:rsidRDefault="00957707" w:rsidP="00471FED"/>
        </w:tc>
      </w:tr>
    </w:tbl>
    <w:p w14:paraId="62FDC6CD" w14:textId="77777777" w:rsidR="00957707" w:rsidRDefault="00957707" w:rsidP="00957707"/>
    <w:p w14:paraId="3CC08E19" w14:textId="77777777" w:rsidR="00957707" w:rsidRPr="00C4299B" w:rsidRDefault="00957707" w:rsidP="00957707">
      <w:pPr>
        <w:pStyle w:val="Heading1"/>
        <w:rPr>
          <w:color w:val="595959" w:themeColor="text1" w:themeTint="A6"/>
          <w:sz w:val="36"/>
          <w:szCs w:val="36"/>
        </w:rPr>
      </w:pPr>
      <w:r w:rsidRPr="00C4299B">
        <w:rPr>
          <w:color w:val="595959" w:themeColor="text1" w:themeTint="A6"/>
          <w:sz w:val="36"/>
          <w:szCs w:val="36"/>
        </w:rPr>
        <w:t>MARKETING CHANNELS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0"/>
        <w:gridCol w:w="4950"/>
        <w:gridCol w:w="3500"/>
      </w:tblGrid>
      <w:tr w:rsidR="00957707" w14:paraId="22B80BE8" w14:textId="77777777" w:rsidTr="00471FED">
        <w:trPr>
          <w:trHeight w:val="432"/>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14:paraId="421836F0" w14:textId="77777777" w:rsidR="00957707" w:rsidRPr="00957707" w:rsidRDefault="00957707" w:rsidP="00471FED">
            <w:pPr>
              <w:rPr>
                <w:b/>
                <w:bCs/>
                <w:sz w:val="18"/>
                <w:szCs w:val="22"/>
              </w:rPr>
            </w:pPr>
            <w:r>
              <w:rPr>
                <w:b/>
                <w:bCs/>
                <w:sz w:val="18"/>
                <w:szCs w:val="22"/>
              </w:rPr>
              <w:t>CHANNEL</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14:paraId="36007792" w14:textId="77777777" w:rsidR="00957707" w:rsidRPr="00957707" w:rsidRDefault="00957707" w:rsidP="00471FED">
            <w:pPr>
              <w:rPr>
                <w:b/>
                <w:bCs/>
                <w:sz w:val="18"/>
                <w:szCs w:val="22"/>
              </w:rPr>
            </w:pPr>
            <w:r>
              <w:rPr>
                <w:b/>
                <w:bCs/>
                <w:sz w:val="18"/>
                <w:szCs w:val="22"/>
              </w:rPr>
              <w:t>GOAL</w:t>
            </w:r>
          </w:p>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14:paraId="4AF7E279" w14:textId="77777777" w:rsidR="00957707" w:rsidRPr="00957707" w:rsidRDefault="00957707" w:rsidP="00471FED">
            <w:pPr>
              <w:rPr>
                <w:b/>
                <w:bCs/>
                <w:sz w:val="18"/>
                <w:szCs w:val="22"/>
              </w:rPr>
            </w:pPr>
            <w:r>
              <w:rPr>
                <w:b/>
                <w:bCs/>
                <w:sz w:val="18"/>
                <w:szCs w:val="22"/>
              </w:rPr>
              <w:t>TIMELINE</w:t>
            </w:r>
          </w:p>
        </w:tc>
      </w:tr>
      <w:tr w:rsidR="00957707" w14:paraId="5DF42189" w14:textId="77777777" w:rsidTr="00816809">
        <w:trPr>
          <w:trHeight w:val="1152"/>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09AD95DB" w14:textId="77777777" w:rsidR="00957707" w:rsidRPr="00402828" w:rsidRDefault="00957707" w:rsidP="00471FED">
            <w:r>
              <w:t>Social Media</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635AAC7A"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2897ADD2" w14:textId="77777777" w:rsidR="00957707" w:rsidRPr="00402828" w:rsidRDefault="00957707" w:rsidP="00471FED"/>
        </w:tc>
      </w:tr>
      <w:tr w:rsidR="00957707" w14:paraId="4E3CFC47" w14:textId="77777777" w:rsidTr="00816809">
        <w:trPr>
          <w:trHeight w:val="1152"/>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79B77336" w14:textId="77777777" w:rsidR="00957707" w:rsidRPr="00402828" w:rsidRDefault="00957707" w:rsidP="00471FED">
            <w:r>
              <w:t>Email</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0DCBD4C8"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5FAEC15D" w14:textId="77777777" w:rsidR="00957707" w:rsidRPr="00402828" w:rsidRDefault="00957707" w:rsidP="00471FED"/>
        </w:tc>
      </w:tr>
      <w:tr w:rsidR="00957707" w14:paraId="206A18F7" w14:textId="77777777" w:rsidTr="00816809">
        <w:trPr>
          <w:trHeight w:val="1152"/>
        </w:trPr>
        <w:tc>
          <w:tcPr>
            <w:tcW w:w="2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14A7146D" w14:textId="77777777" w:rsidR="00957707" w:rsidRPr="00402828" w:rsidRDefault="00957707" w:rsidP="00471FED">
            <w:r>
              <w:t>Other</w:t>
            </w:r>
          </w:p>
        </w:tc>
        <w:tc>
          <w:tcPr>
            <w:tcW w:w="49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68C74AE6"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40914753" w14:textId="77777777" w:rsidR="00957707" w:rsidRPr="00402828" w:rsidRDefault="00957707" w:rsidP="00471FED"/>
        </w:tc>
      </w:tr>
      <w:tr w:rsidR="00957707" w14:paraId="136E3AA0" w14:textId="77777777" w:rsidTr="00816809">
        <w:trPr>
          <w:trHeight w:val="1152"/>
        </w:trPr>
        <w:tc>
          <w:tcPr>
            <w:tcW w:w="233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2F2F2" w:themeFill="background1" w:themeFillShade="F2"/>
            <w:vAlign w:val="center"/>
          </w:tcPr>
          <w:p w14:paraId="214C7F18" w14:textId="77777777" w:rsidR="00957707" w:rsidRPr="00402828" w:rsidRDefault="00957707" w:rsidP="00471FED">
            <w:r>
              <w:t>Other</w:t>
            </w:r>
          </w:p>
        </w:tc>
        <w:tc>
          <w:tcPr>
            <w:tcW w:w="495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EB47A83" w14:textId="77777777" w:rsidR="00957707" w:rsidRPr="00402828" w:rsidRDefault="00957707" w:rsidP="00471FED"/>
        </w:tc>
        <w:tc>
          <w:tcPr>
            <w:tcW w:w="350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CCCAF4F" w14:textId="77777777" w:rsidR="00957707" w:rsidRPr="00402828" w:rsidRDefault="00957707" w:rsidP="00471FED"/>
        </w:tc>
      </w:tr>
    </w:tbl>
    <w:p w14:paraId="06CBC633" w14:textId="77777777" w:rsidR="00957707" w:rsidRDefault="00957707" w:rsidP="00957707"/>
    <w:p w14:paraId="527F3D3C" w14:textId="77777777" w:rsidR="00FA67BA" w:rsidRPr="00E82AED" w:rsidRDefault="00FA67BA" w:rsidP="00FA67BA">
      <w:pPr>
        <w:pStyle w:val="Heading1"/>
        <w:rPr>
          <w:color w:val="595959" w:themeColor="text1" w:themeTint="A6"/>
          <w:sz w:val="36"/>
          <w:szCs w:val="36"/>
        </w:rPr>
      </w:pPr>
      <w:r w:rsidRPr="00E82AED">
        <w:rPr>
          <w:color w:val="595959" w:themeColor="text1" w:themeTint="A6"/>
          <w:sz w:val="36"/>
          <w:szCs w:val="36"/>
        </w:rPr>
        <w:t>FURTHERMORE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FA67BA" w14:paraId="6C01DB73" w14:textId="77777777" w:rsidTr="00471FED">
        <w:trPr>
          <w:trHeight w:val="360"/>
        </w:trPr>
        <w:tc>
          <w:tcPr>
            <w:tcW w:w="10780" w:type="dxa"/>
            <w:tcBorders>
              <w:bottom w:val="single" w:sz="8" w:space="0" w:color="BFBFBF" w:themeColor="background1" w:themeShade="BF"/>
            </w:tcBorders>
            <w:vAlign w:val="center"/>
          </w:tcPr>
          <w:p w14:paraId="765D152A" w14:textId="77777777" w:rsidR="00FA67BA" w:rsidRPr="00402828" w:rsidRDefault="00FA67BA" w:rsidP="00471FED">
            <w:pPr>
              <w:ind w:left="-19"/>
              <w:rPr>
                <w:b/>
                <w:bCs/>
                <w:sz w:val="18"/>
                <w:szCs w:val="22"/>
              </w:rPr>
            </w:pPr>
            <w:r>
              <w:rPr>
                <w:sz w:val="18"/>
                <w:szCs w:val="22"/>
              </w:rPr>
              <w:t>Include any additional critical information</w:t>
            </w:r>
          </w:p>
        </w:tc>
      </w:tr>
      <w:tr w:rsidR="00FA67BA" w14:paraId="00846E6C" w14:textId="77777777" w:rsidTr="00E82AED">
        <w:trPr>
          <w:trHeight w:val="1177"/>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E4CB9E6" w14:textId="77777777" w:rsidR="00FA67BA" w:rsidRPr="00402828" w:rsidRDefault="00FA67BA" w:rsidP="00471FED"/>
        </w:tc>
      </w:tr>
    </w:tbl>
    <w:p w14:paraId="738CCBBF" w14:textId="77777777" w:rsidR="00816809" w:rsidRDefault="00816809" w:rsidP="00FA67BA">
      <w:pPr>
        <w:sectPr w:rsidR="00816809" w:rsidSect="005D3360">
          <w:pgSz w:w="12240" w:h="15840"/>
          <w:pgMar w:top="720" w:right="720" w:bottom="720" w:left="720" w:header="720" w:footer="720" w:gutter="0"/>
          <w:cols w:space="720"/>
          <w:docGrid w:linePitch="360"/>
        </w:sectPr>
      </w:pPr>
    </w:p>
    <w:p w14:paraId="7B714629" w14:textId="77777777" w:rsidR="00FA67BA" w:rsidRPr="00E82AED" w:rsidRDefault="00FA67BA" w:rsidP="00FA67BA">
      <w:pPr>
        <w:pStyle w:val="Heading1"/>
        <w:rPr>
          <w:color w:val="595959" w:themeColor="text1" w:themeTint="A6"/>
          <w:sz w:val="36"/>
          <w:szCs w:val="36"/>
        </w:rPr>
      </w:pPr>
      <w:r w:rsidRPr="00E82AED">
        <w:rPr>
          <w:color w:val="595959" w:themeColor="text1" w:themeTint="A6"/>
          <w:sz w:val="36"/>
          <w:szCs w:val="36"/>
        </w:rPr>
        <w:lastRenderedPageBreak/>
        <w:t>COMMENTS AND APPROVAL</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FA67BA" w14:paraId="0E69001C" w14:textId="77777777" w:rsidTr="00471FED">
        <w:trPr>
          <w:trHeight w:val="360"/>
        </w:trPr>
        <w:tc>
          <w:tcPr>
            <w:tcW w:w="10780" w:type="dxa"/>
            <w:tcBorders>
              <w:bottom w:val="single" w:sz="8" w:space="0" w:color="BFBFBF" w:themeColor="background1" w:themeShade="BF"/>
            </w:tcBorders>
            <w:vAlign w:val="center"/>
          </w:tcPr>
          <w:p w14:paraId="439D8E4D" w14:textId="77777777" w:rsidR="00FA67BA" w:rsidRPr="00402828" w:rsidRDefault="00FA67BA" w:rsidP="00471FED">
            <w:pPr>
              <w:ind w:left="-19"/>
              <w:rPr>
                <w:b/>
                <w:bCs/>
                <w:sz w:val="18"/>
                <w:szCs w:val="22"/>
              </w:rPr>
            </w:pPr>
            <w:r>
              <w:rPr>
                <w:b/>
                <w:bCs/>
                <w:szCs w:val="22"/>
              </w:rPr>
              <w:t>CLIENT CONTACT NAME AND TITLE</w:t>
            </w:r>
          </w:p>
        </w:tc>
      </w:tr>
      <w:tr w:rsidR="00FA67BA" w14:paraId="47FA0000" w14:textId="77777777" w:rsidTr="00FA67BA">
        <w:trPr>
          <w:trHeight w:val="720"/>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D35E75E" w14:textId="77777777" w:rsidR="00FA67BA" w:rsidRPr="00402828" w:rsidRDefault="00FA67BA" w:rsidP="00471FED"/>
        </w:tc>
      </w:tr>
    </w:tbl>
    <w:p w14:paraId="5CDEEDC5" w14:textId="77777777" w:rsidR="00FA67BA" w:rsidRDefault="00FA67BA" w:rsidP="00FA67BA"/>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FA67BA" w14:paraId="1734589A" w14:textId="77777777" w:rsidTr="00471FED">
        <w:trPr>
          <w:trHeight w:val="360"/>
        </w:trPr>
        <w:tc>
          <w:tcPr>
            <w:tcW w:w="10780" w:type="dxa"/>
            <w:tcBorders>
              <w:bottom w:val="single" w:sz="8" w:space="0" w:color="BFBFBF" w:themeColor="background1" w:themeShade="BF"/>
            </w:tcBorders>
            <w:vAlign w:val="center"/>
          </w:tcPr>
          <w:p w14:paraId="6F547C60" w14:textId="77777777" w:rsidR="00FA67BA" w:rsidRPr="00402828" w:rsidRDefault="00FA67BA" w:rsidP="00471FED">
            <w:pPr>
              <w:ind w:left="-19"/>
              <w:rPr>
                <w:b/>
                <w:bCs/>
                <w:sz w:val="18"/>
                <w:szCs w:val="22"/>
              </w:rPr>
            </w:pPr>
            <w:r>
              <w:rPr>
                <w:b/>
                <w:bCs/>
              </w:rPr>
              <w:t>COMMENTS</w:t>
            </w:r>
          </w:p>
        </w:tc>
      </w:tr>
      <w:tr w:rsidR="00FA67BA" w14:paraId="4D6C5040" w14:textId="77777777" w:rsidTr="00816809">
        <w:trPr>
          <w:trHeight w:val="10080"/>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E37CACF" w14:textId="77777777" w:rsidR="00FA67BA" w:rsidRPr="00402828" w:rsidRDefault="00FA67BA" w:rsidP="00471FED"/>
        </w:tc>
      </w:tr>
    </w:tbl>
    <w:p w14:paraId="4F4F740D" w14:textId="77777777" w:rsidR="00FA67BA" w:rsidRDefault="00FA67BA" w:rsidP="00FA67B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4"/>
        <w:gridCol w:w="2875"/>
        <w:gridCol w:w="1711"/>
        <w:gridCol w:w="4220"/>
      </w:tblGrid>
      <w:tr w:rsidR="00FA67BA" w14:paraId="0BE3E195" w14:textId="77777777" w:rsidTr="00FA67BA">
        <w:trPr>
          <w:trHeight w:val="576"/>
        </w:trPr>
        <w:tc>
          <w:tcPr>
            <w:tcW w:w="1974"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EAEEF3"/>
            <w:vAlign w:val="center"/>
          </w:tcPr>
          <w:p w14:paraId="3623F788" w14:textId="77777777" w:rsidR="00FA67BA" w:rsidRDefault="00FA67BA" w:rsidP="00471FED">
            <w:pPr>
              <w:jc w:val="right"/>
              <w:rPr>
                <w:b/>
                <w:bCs/>
                <w:sz w:val="18"/>
                <w:szCs w:val="22"/>
              </w:rPr>
            </w:pPr>
            <w:r>
              <w:rPr>
                <w:b/>
                <w:bCs/>
                <w:sz w:val="18"/>
                <w:szCs w:val="22"/>
              </w:rPr>
              <w:t>DATE</w:t>
            </w:r>
          </w:p>
        </w:tc>
        <w:tc>
          <w:tcPr>
            <w:tcW w:w="2875"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1CDBE9F6" w14:textId="77777777" w:rsidR="00FA67BA" w:rsidRDefault="00FA67BA" w:rsidP="00471FED"/>
        </w:tc>
        <w:tc>
          <w:tcPr>
            <w:tcW w:w="1711"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EAEEF3"/>
            <w:vAlign w:val="center"/>
          </w:tcPr>
          <w:p w14:paraId="3BAB35C5" w14:textId="77777777" w:rsidR="00FA67BA" w:rsidRPr="00402828" w:rsidRDefault="00FA67BA" w:rsidP="00471FED">
            <w:pPr>
              <w:jc w:val="right"/>
              <w:rPr>
                <w:b/>
                <w:bCs/>
                <w:sz w:val="18"/>
                <w:szCs w:val="22"/>
              </w:rPr>
            </w:pPr>
            <w:r>
              <w:rPr>
                <w:b/>
                <w:bCs/>
                <w:sz w:val="18"/>
                <w:szCs w:val="22"/>
              </w:rPr>
              <w:t>SIGNATURE</w:t>
            </w:r>
          </w:p>
        </w:tc>
        <w:tc>
          <w:tcPr>
            <w:tcW w:w="422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323A9145" w14:textId="77777777" w:rsidR="00FA67BA" w:rsidRDefault="00FA67BA" w:rsidP="00471FED"/>
        </w:tc>
      </w:tr>
    </w:tbl>
    <w:p w14:paraId="4051B89E" w14:textId="77777777" w:rsidR="00957707" w:rsidRDefault="00957707" w:rsidP="00551B77">
      <w:pPr>
        <w:sectPr w:rsidR="00957707" w:rsidSect="005D3360">
          <w:pgSz w:w="12240" w:h="15840"/>
          <w:pgMar w:top="720" w:right="720" w:bottom="720" w:left="720" w:header="720" w:footer="720" w:gutter="0"/>
          <w:cols w:space="720"/>
          <w:docGrid w:linePitch="360"/>
        </w:sectPr>
      </w:pPr>
    </w:p>
    <w:p w14:paraId="1A2454AD" w14:textId="77777777" w:rsidR="00FA67BA" w:rsidRDefault="00FA67BA" w:rsidP="00402828">
      <w:pPr>
        <w:rPr>
          <w:noProof/>
        </w:rPr>
      </w:pPr>
    </w:p>
    <w:p w14:paraId="7ED12B10" w14:textId="77777777" w:rsidR="00402828" w:rsidRPr="00491059" w:rsidRDefault="00402828" w:rsidP="00402828">
      <w:pPr>
        <w:rPr>
          <w:noProof/>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402828" w:rsidRPr="00A64F9A" w14:paraId="13050F6D" w14:textId="77777777" w:rsidTr="00471FED">
        <w:trPr>
          <w:trHeight w:val="3002"/>
        </w:trPr>
        <w:tc>
          <w:tcPr>
            <w:tcW w:w="9662" w:type="dxa"/>
          </w:tcPr>
          <w:p w14:paraId="396E0A30" w14:textId="77777777" w:rsidR="00402828" w:rsidRPr="00A64F9A" w:rsidRDefault="00402828" w:rsidP="00471FED">
            <w:pPr>
              <w:jc w:val="center"/>
              <w:rPr>
                <w:b/>
              </w:rPr>
            </w:pPr>
          </w:p>
          <w:p w14:paraId="4D899333" w14:textId="77777777" w:rsidR="00402828" w:rsidRPr="00A64F9A" w:rsidRDefault="00402828" w:rsidP="00471FED">
            <w:pPr>
              <w:jc w:val="center"/>
              <w:rPr>
                <w:b/>
              </w:rPr>
            </w:pPr>
            <w:r w:rsidRPr="00A64F9A">
              <w:rPr>
                <w:b/>
              </w:rPr>
              <w:t>DISCLAIMER</w:t>
            </w:r>
          </w:p>
          <w:p w14:paraId="31E0FB79" w14:textId="77777777" w:rsidR="00402828" w:rsidRPr="00A64F9A" w:rsidRDefault="00402828" w:rsidP="00471FED"/>
          <w:p w14:paraId="1F1C12AC" w14:textId="77777777" w:rsidR="00402828" w:rsidRPr="00A64F9A" w:rsidRDefault="00402828" w:rsidP="00471FED">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42D9241" w14:textId="77777777" w:rsidR="00402828" w:rsidRPr="00C805C2" w:rsidRDefault="00402828" w:rsidP="00402828">
      <w:pPr>
        <w:rPr>
          <w:szCs w:val="20"/>
        </w:rPr>
      </w:pPr>
    </w:p>
    <w:p w14:paraId="2350904C" w14:textId="77777777" w:rsidR="00E82AED" w:rsidRPr="00402828" w:rsidRDefault="00E82AED" w:rsidP="00551B77"/>
    <w:sectPr w:rsidR="00E82AED" w:rsidRPr="00402828"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E3D21" w14:textId="77777777" w:rsidR="00206272" w:rsidRDefault="00206272" w:rsidP="00551B77">
      <w:r>
        <w:separator/>
      </w:r>
    </w:p>
  </w:endnote>
  <w:endnote w:type="continuationSeparator" w:id="0">
    <w:p w14:paraId="2DB9F84E" w14:textId="77777777" w:rsidR="00206272" w:rsidRDefault="00206272" w:rsidP="00551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F75C8" w14:textId="77777777" w:rsidR="002E1673" w:rsidRDefault="002E16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75D1D" w14:textId="77777777" w:rsidR="002E1673" w:rsidRDefault="002E16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AA7C2" w14:textId="77777777" w:rsidR="002E1673" w:rsidRDefault="002E1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13724" w14:textId="77777777" w:rsidR="00206272" w:rsidRDefault="00206272" w:rsidP="00551B77">
      <w:r>
        <w:separator/>
      </w:r>
    </w:p>
  </w:footnote>
  <w:footnote w:type="continuationSeparator" w:id="0">
    <w:p w14:paraId="4DE3568B" w14:textId="77777777" w:rsidR="00206272" w:rsidRDefault="00206272" w:rsidP="00551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89C9F" w14:textId="77777777" w:rsidR="002E1673" w:rsidRDefault="002E16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91FB9" w14:textId="77777777" w:rsidR="002E1673" w:rsidRDefault="002E16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B8D0B" w14:textId="77777777" w:rsidR="002E1673" w:rsidRDefault="002E16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163"/>
    <w:rsid w:val="000535ED"/>
    <w:rsid w:val="00092ADD"/>
    <w:rsid w:val="000C2B97"/>
    <w:rsid w:val="000F0CF4"/>
    <w:rsid w:val="000F63D1"/>
    <w:rsid w:val="00122C48"/>
    <w:rsid w:val="001A71C6"/>
    <w:rsid w:val="00206272"/>
    <w:rsid w:val="002B13EB"/>
    <w:rsid w:val="002D1BBD"/>
    <w:rsid w:val="002E1673"/>
    <w:rsid w:val="0030504C"/>
    <w:rsid w:val="00307976"/>
    <w:rsid w:val="00373F7C"/>
    <w:rsid w:val="003940F6"/>
    <w:rsid w:val="003F0305"/>
    <w:rsid w:val="004016BB"/>
    <w:rsid w:val="00402828"/>
    <w:rsid w:val="004557CE"/>
    <w:rsid w:val="00471C74"/>
    <w:rsid w:val="004937B7"/>
    <w:rsid w:val="00551B77"/>
    <w:rsid w:val="005D3360"/>
    <w:rsid w:val="005F753D"/>
    <w:rsid w:val="005F7C93"/>
    <w:rsid w:val="0063150A"/>
    <w:rsid w:val="00663939"/>
    <w:rsid w:val="006A3C8D"/>
    <w:rsid w:val="00816809"/>
    <w:rsid w:val="00842BB5"/>
    <w:rsid w:val="008D10B1"/>
    <w:rsid w:val="008E7C96"/>
    <w:rsid w:val="00924C11"/>
    <w:rsid w:val="00942BC5"/>
    <w:rsid w:val="00957707"/>
    <w:rsid w:val="0097434D"/>
    <w:rsid w:val="009B7D91"/>
    <w:rsid w:val="009D2786"/>
    <w:rsid w:val="009F4163"/>
    <w:rsid w:val="00A10377"/>
    <w:rsid w:val="00B14A0A"/>
    <w:rsid w:val="00B619C9"/>
    <w:rsid w:val="00B97978"/>
    <w:rsid w:val="00BB065D"/>
    <w:rsid w:val="00BC17E0"/>
    <w:rsid w:val="00C14529"/>
    <w:rsid w:val="00C2763B"/>
    <w:rsid w:val="00C4299B"/>
    <w:rsid w:val="00CA162E"/>
    <w:rsid w:val="00CE45D0"/>
    <w:rsid w:val="00D2295E"/>
    <w:rsid w:val="00D877A5"/>
    <w:rsid w:val="00DB06F3"/>
    <w:rsid w:val="00DF1BE9"/>
    <w:rsid w:val="00E24D2F"/>
    <w:rsid w:val="00E24F5D"/>
    <w:rsid w:val="00E4416E"/>
    <w:rsid w:val="00E82AED"/>
    <w:rsid w:val="00EE2436"/>
    <w:rsid w:val="00F53B6B"/>
    <w:rsid w:val="00FA67BA"/>
    <w:rsid w:val="00FB3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F4E6"/>
  <w15:docId w15:val="{D5DA7FDE-1CFB-47C3-A7DE-857A8F615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828"/>
    <w:rPr>
      <w:rFonts w:ascii="Century Gothic" w:hAnsi="Century Gothic"/>
      <w:sz w:val="20"/>
    </w:rPr>
  </w:style>
  <w:style w:type="paragraph" w:styleId="Heading1">
    <w:name w:val="heading 1"/>
    <w:basedOn w:val="Normal"/>
    <w:next w:val="Normal"/>
    <w:link w:val="Heading1Char"/>
    <w:uiPriority w:val="9"/>
    <w:qFormat/>
    <w:rsid w:val="00402828"/>
    <w:pPr>
      <w:keepNext/>
      <w:keepLines/>
      <w:spacing w:before="120" w:after="120"/>
      <w:outlineLvl w:val="0"/>
    </w:pPr>
    <w:rPr>
      <w:rFonts w:eastAsiaTheme="majorEastAsia" w:cstheme="majorBidi"/>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1BE9"/>
    <w:rPr>
      <w:color w:val="0563C1" w:themeColor="hyperlink"/>
      <w:u w:val="single"/>
    </w:rPr>
  </w:style>
  <w:style w:type="table" w:styleId="TableGrid">
    <w:name w:val="Table Grid"/>
    <w:basedOn w:val="TableNormal"/>
    <w:uiPriority w:val="99"/>
    <w:rsid w:val="008E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2828"/>
    <w:rPr>
      <w:rFonts w:ascii="Century Gothic" w:eastAsiaTheme="majorEastAsia" w:hAnsi="Century Gothic" w:cstheme="majorBidi"/>
      <w:color w:val="000000" w:themeColor="text1"/>
      <w:sz w:val="28"/>
      <w:szCs w:val="32"/>
    </w:rPr>
  </w:style>
  <w:style w:type="paragraph" w:styleId="Header">
    <w:name w:val="header"/>
    <w:basedOn w:val="Normal"/>
    <w:link w:val="HeaderChar"/>
    <w:uiPriority w:val="99"/>
    <w:unhideWhenUsed/>
    <w:rsid w:val="002E1673"/>
    <w:pPr>
      <w:tabs>
        <w:tab w:val="center" w:pos="4680"/>
        <w:tab w:val="right" w:pos="9360"/>
      </w:tabs>
    </w:pPr>
  </w:style>
  <w:style w:type="character" w:customStyle="1" w:styleId="HeaderChar">
    <w:name w:val="Header Char"/>
    <w:basedOn w:val="DefaultParagraphFont"/>
    <w:link w:val="Header"/>
    <w:uiPriority w:val="99"/>
    <w:rsid w:val="002E1673"/>
    <w:rPr>
      <w:rFonts w:ascii="Century Gothic" w:hAnsi="Century Gothic"/>
      <w:sz w:val="20"/>
    </w:rPr>
  </w:style>
  <w:style w:type="paragraph" w:styleId="Footer">
    <w:name w:val="footer"/>
    <w:basedOn w:val="Normal"/>
    <w:link w:val="FooterChar"/>
    <w:uiPriority w:val="99"/>
    <w:unhideWhenUsed/>
    <w:rsid w:val="002E1673"/>
    <w:pPr>
      <w:tabs>
        <w:tab w:val="center" w:pos="4680"/>
        <w:tab w:val="right" w:pos="9360"/>
      </w:tabs>
    </w:pPr>
  </w:style>
  <w:style w:type="character" w:customStyle="1" w:styleId="FooterChar">
    <w:name w:val="Footer Char"/>
    <w:basedOn w:val="DefaultParagraphFont"/>
    <w:link w:val="Footer"/>
    <w:uiPriority w:val="99"/>
    <w:rsid w:val="002E1673"/>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038128">
      <w:bodyDiv w:val="1"/>
      <w:marLeft w:val="0"/>
      <w:marRight w:val="0"/>
      <w:marTop w:val="0"/>
      <w:marBottom w:val="0"/>
      <w:divBdr>
        <w:top w:val="none" w:sz="0" w:space="0" w:color="auto"/>
        <w:left w:val="none" w:sz="0" w:space="0" w:color="auto"/>
        <w:bottom w:val="none" w:sz="0" w:space="0" w:color="auto"/>
        <w:right w:val="none" w:sz="0" w:space="0" w:color="auto"/>
      </w:divBdr>
    </w:div>
    <w:div w:id="688021868">
      <w:bodyDiv w:val="1"/>
      <w:marLeft w:val="0"/>
      <w:marRight w:val="0"/>
      <w:marTop w:val="0"/>
      <w:marBottom w:val="0"/>
      <w:divBdr>
        <w:top w:val="none" w:sz="0" w:space="0" w:color="auto"/>
        <w:left w:val="none" w:sz="0" w:space="0" w:color="auto"/>
        <w:bottom w:val="none" w:sz="0" w:space="0" w:color="auto"/>
        <w:right w:val="none" w:sz="0" w:space="0" w:color="auto"/>
      </w:divBdr>
    </w:div>
    <w:div w:id="818159022">
      <w:bodyDiv w:val="1"/>
      <w:marLeft w:val="0"/>
      <w:marRight w:val="0"/>
      <w:marTop w:val="0"/>
      <w:marBottom w:val="0"/>
      <w:divBdr>
        <w:top w:val="none" w:sz="0" w:space="0" w:color="auto"/>
        <w:left w:val="none" w:sz="0" w:space="0" w:color="auto"/>
        <w:bottom w:val="none" w:sz="0" w:space="0" w:color="auto"/>
        <w:right w:val="none" w:sz="0" w:space="0" w:color="auto"/>
      </w:divBdr>
    </w:div>
    <w:div w:id="928388288">
      <w:bodyDiv w:val="1"/>
      <w:marLeft w:val="0"/>
      <w:marRight w:val="0"/>
      <w:marTop w:val="0"/>
      <w:marBottom w:val="0"/>
      <w:divBdr>
        <w:top w:val="none" w:sz="0" w:space="0" w:color="auto"/>
        <w:left w:val="none" w:sz="0" w:space="0" w:color="auto"/>
        <w:bottom w:val="none" w:sz="0" w:space="0" w:color="auto"/>
        <w:right w:val="none" w:sz="0" w:space="0" w:color="auto"/>
      </w:divBdr>
    </w:div>
    <w:div w:id="1144199502">
      <w:bodyDiv w:val="1"/>
      <w:marLeft w:val="0"/>
      <w:marRight w:val="0"/>
      <w:marTop w:val="0"/>
      <w:marBottom w:val="0"/>
      <w:divBdr>
        <w:top w:val="none" w:sz="0" w:space="0" w:color="auto"/>
        <w:left w:val="none" w:sz="0" w:space="0" w:color="auto"/>
        <w:bottom w:val="none" w:sz="0" w:space="0" w:color="auto"/>
        <w:right w:val="none" w:sz="0" w:space="0" w:color="auto"/>
      </w:divBdr>
    </w:div>
    <w:div w:id="1425612202">
      <w:bodyDiv w:val="1"/>
      <w:marLeft w:val="0"/>
      <w:marRight w:val="0"/>
      <w:marTop w:val="0"/>
      <w:marBottom w:val="0"/>
      <w:divBdr>
        <w:top w:val="none" w:sz="0" w:space="0" w:color="auto"/>
        <w:left w:val="none" w:sz="0" w:space="0" w:color="auto"/>
        <w:bottom w:val="none" w:sz="0" w:space="0" w:color="auto"/>
        <w:right w:val="none" w:sz="0" w:space="0" w:color="auto"/>
      </w:divBdr>
    </w:div>
    <w:div w:id="18840973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sheet.com/try-it?trp=12233&amp;utm_source=template-word&amp;utm_medium=content&amp;utm_campaign=marketing+campaign+brief+template-word-12233&amp;lpa=marketing+campaign+brief+template+word+12233"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Marketing-Work-Management-Framework-Lifecycle-and-Tools\REF\IC-Marketing-Campaign-Brief-1076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IC-Marketing-Campaign-Brief-10764_WORD</Template>
  <TotalTime>14</TotalTime>
  <Pages>7</Pages>
  <Words>240</Words>
  <Characters>1371</Characters>
  <Application>Microsoft Office Word</Application>
  <DocSecurity>0</DocSecurity>
  <Lines>11</Lines>
  <Paragraphs>3</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Smartsheet.com</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15</cp:revision>
  <dcterms:created xsi:type="dcterms:W3CDTF">2024-06-17T11:27:00Z</dcterms:created>
  <dcterms:modified xsi:type="dcterms:W3CDTF">2024-10-30T20:44:00Z</dcterms:modified>
</cp:coreProperties>
</file>